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F0" w:rsidRPr="00E36F02" w:rsidRDefault="00C661F0" w:rsidP="000B3B3B">
      <w:pPr>
        <w:jc w:val="center"/>
        <w:outlineLvl w:val="0"/>
        <w:rPr>
          <w:b/>
          <w:bCs/>
          <w:sz w:val="28"/>
          <w:szCs w:val="28"/>
        </w:rPr>
      </w:pPr>
      <w:r w:rsidRPr="00E36F02">
        <w:rPr>
          <w:b/>
          <w:bCs/>
          <w:sz w:val="28"/>
          <w:szCs w:val="28"/>
        </w:rPr>
        <w:t xml:space="preserve">Положение </w:t>
      </w:r>
    </w:p>
    <w:p w:rsidR="00C661F0" w:rsidRPr="00E36F02" w:rsidRDefault="00C661F0" w:rsidP="00E36F02">
      <w:pPr>
        <w:jc w:val="center"/>
        <w:rPr>
          <w:b/>
          <w:bCs/>
          <w:sz w:val="28"/>
          <w:szCs w:val="28"/>
        </w:rPr>
      </w:pPr>
      <w:r w:rsidRPr="00E36F02">
        <w:rPr>
          <w:b/>
          <w:bCs/>
          <w:sz w:val="28"/>
          <w:szCs w:val="28"/>
        </w:rPr>
        <w:t>об открытом телекоммуникационном проекте  на иностранных языках</w:t>
      </w:r>
    </w:p>
    <w:p w:rsidR="00C661F0" w:rsidRPr="00E36F02" w:rsidRDefault="00C661F0" w:rsidP="00E36F02">
      <w:pPr>
        <w:jc w:val="center"/>
        <w:rPr>
          <w:b/>
          <w:bCs/>
          <w:sz w:val="28"/>
          <w:szCs w:val="28"/>
        </w:rPr>
      </w:pPr>
      <w:r w:rsidRPr="000B3B3B">
        <w:rPr>
          <w:b/>
          <w:bCs/>
          <w:sz w:val="28"/>
          <w:szCs w:val="28"/>
        </w:rPr>
        <w:t xml:space="preserve"> </w:t>
      </w:r>
      <w:r w:rsidRPr="00E36F02">
        <w:rPr>
          <w:b/>
          <w:bCs/>
          <w:sz w:val="28"/>
          <w:szCs w:val="28"/>
          <w:lang w:val="en-US"/>
        </w:rPr>
        <w:t>«</w:t>
      </w:r>
      <w:r w:rsidRPr="00E36F02">
        <w:rPr>
          <w:b/>
          <w:bCs/>
          <w:sz w:val="28"/>
          <w:szCs w:val="28"/>
          <w:shd w:val="clear" w:color="auto" w:fill="FFFFFF"/>
          <w:lang w:val="en-US"/>
        </w:rPr>
        <w:t xml:space="preserve">Mens sana in corpore sano. </w:t>
      </w:r>
      <w:r w:rsidRPr="00E36F02">
        <w:rPr>
          <w:rStyle w:val="Strong"/>
          <w:sz w:val="28"/>
          <w:szCs w:val="28"/>
          <w:shd w:val="clear" w:color="auto" w:fill="FFFFFF"/>
        </w:rPr>
        <w:t>В здоровом теле - здоровый дух</w:t>
      </w:r>
      <w:r w:rsidRPr="00E36F02">
        <w:rPr>
          <w:sz w:val="28"/>
          <w:szCs w:val="28"/>
        </w:rPr>
        <w:t xml:space="preserve">» </w:t>
      </w:r>
    </w:p>
    <w:p w:rsidR="00C661F0" w:rsidRPr="00E36F02" w:rsidRDefault="00C661F0" w:rsidP="00E36F02">
      <w:pPr>
        <w:jc w:val="center"/>
        <w:rPr>
          <w:b/>
          <w:bCs/>
          <w:sz w:val="28"/>
          <w:szCs w:val="28"/>
        </w:rPr>
      </w:pPr>
      <w:r w:rsidRPr="00E36F02">
        <w:rPr>
          <w:b/>
          <w:bCs/>
          <w:sz w:val="28"/>
          <w:szCs w:val="28"/>
        </w:rPr>
        <w:t xml:space="preserve">для обучающихся 4-11 классов </w:t>
      </w:r>
    </w:p>
    <w:p w:rsidR="00C661F0" w:rsidRPr="00E36F02" w:rsidRDefault="00C661F0" w:rsidP="00E36F02">
      <w:pPr>
        <w:ind w:firstLine="720"/>
        <w:jc w:val="center"/>
        <w:rPr>
          <w:sz w:val="28"/>
          <w:szCs w:val="28"/>
        </w:rPr>
      </w:pPr>
    </w:p>
    <w:p w:rsidR="00C661F0" w:rsidRPr="000B3B3B" w:rsidRDefault="00C661F0" w:rsidP="00E36F02">
      <w:pPr>
        <w:jc w:val="center"/>
        <w:outlineLvl w:val="0"/>
        <w:rPr>
          <w:b/>
          <w:bCs/>
          <w:sz w:val="28"/>
          <w:szCs w:val="28"/>
        </w:rPr>
      </w:pPr>
      <w:r w:rsidRPr="000B3B3B">
        <w:rPr>
          <w:b/>
          <w:bCs/>
          <w:sz w:val="28"/>
          <w:szCs w:val="28"/>
        </w:rPr>
        <w:t>1. Общие положения.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1.1. Настоящее Положение определяет условия организации и проведения открытого телекоммуникационного проекта на иностранных языках «</w:t>
      </w:r>
      <w:r w:rsidRPr="00E36F02">
        <w:rPr>
          <w:sz w:val="28"/>
          <w:szCs w:val="28"/>
          <w:shd w:val="clear" w:color="auto" w:fill="FFFFFF"/>
        </w:rPr>
        <w:t xml:space="preserve">Mens sana in corpore sano. </w:t>
      </w:r>
      <w:r w:rsidRPr="00E36F02">
        <w:rPr>
          <w:rStyle w:val="Strong"/>
          <w:b w:val="0"/>
          <w:bCs w:val="0"/>
          <w:sz w:val="28"/>
          <w:szCs w:val="28"/>
          <w:shd w:val="clear" w:color="auto" w:fill="FFFFFF"/>
        </w:rPr>
        <w:t>В здоровом теле - здоровый дух</w:t>
      </w:r>
      <w:r w:rsidRPr="00E36F02">
        <w:rPr>
          <w:sz w:val="28"/>
          <w:szCs w:val="28"/>
        </w:rPr>
        <w:t>» для обучающихся 4-11 классов (далее - Проект).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1.2. Мероприятие проводится  в рамках Городского стратегического подпроекта «Одаренные дети»  в 2015-2016 учебном  году.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1.3. Учредителем мероприятия является Управление образования Администрации города Екатеринбурга.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1.4. Организация и проведение мероприятия регламенти</w:t>
      </w:r>
      <w:r w:rsidRPr="00E36F02">
        <w:rPr>
          <w:sz w:val="28"/>
          <w:szCs w:val="28"/>
        </w:rPr>
        <w:softHyphen/>
        <w:t>руются Законом Российской Федерации «Об образовании», нормативными актами Управления образования Администрации города Екатеринбурга, Отдела образования Чкаловского района,  Информационно-методического центра Чкаловского района, МАУ ДО ГДТДиМ  «Одаренность и технологии», настоящим Положением.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1.5. Инициатор и организатор мероприятия: МАОУ гимназия № 39 «Французская гимназия», кафедра иностранных языков.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</w:p>
    <w:p w:rsidR="00C661F0" w:rsidRPr="000B3B3B" w:rsidRDefault="00C661F0" w:rsidP="00E36F02">
      <w:pPr>
        <w:jc w:val="center"/>
        <w:outlineLvl w:val="0"/>
        <w:rPr>
          <w:b/>
          <w:bCs/>
          <w:sz w:val="28"/>
          <w:szCs w:val="28"/>
        </w:rPr>
      </w:pPr>
      <w:r w:rsidRPr="000B3B3B">
        <w:rPr>
          <w:b/>
          <w:bCs/>
          <w:sz w:val="28"/>
          <w:szCs w:val="28"/>
        </w:rPr>
        <w:t>2. Цели и задачи.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2.1. Цель мероприятия: создание благоприятных условий для развития интеллектуальных и творческих способностей одаренных детей по иностранным языкам (английскому, французскому, немецкому).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2.2. Задачи:</w:t>
      </w:r>
    </w:p>
    <w:p w:rsidR="00C661F0" w:rsidRPr="00E36F02" w:rsidRDefault="00C661F0" w:rsidP="00E36F02">
      <w:pPr>
        <w:tabs>
          <w:tab w:val="num" w:pos="720"/>
        </w:tabs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выявление и поддержка одаренных обучающихся по предмету «Иностранный язык»;</w:t>
      </w:r>
    </w:p>
    <w:p w:rsidR="00C661F0" w:rsidRPr="00E36F02" w:rsidRDefault="00C661F0" w:rsidP="00E36F02">
      <w:pPr>
        <w:tabs>
          <w:tab w:val="num" w:pos="720"/>
        </w:tabs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активизация  интереса обучающихся к изучаемому иностранному языку (английскому, немецкому или французскому);</w:t>
      </w:r>
    </w:p>
    <w:p w:rsidR="00C661F0" w:rsidRPr="00E36F02" w:rsidRDefault="00C661F0" w:rsidP="00E36F02">
      <w:pPr>
        <w:tabs>
          <w:tab w:val="num" w:pos="426"/>
          <w:tab w:val="num" w:pos="720"/>
        </w:tabs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- развитие иноязычной коммуникативной компетенции обучающихся в  совокупности ее составляющих в рамках тематики «Спорт и здоровый образ жизни»: </w:t>
      </w:r>
    </w:p>
    <w:p w:rsidR="00C661F0" w:rsidRPr="00E36F02" w:rsidRDefault="00C661F0" w:rsidP="00E36F02">
      <w:pPr>
        <w:tabs>
          <w:tab w:val="num" w:pos="426"/>
          <w:tab w:val="num" w:pos="720"/>
        </w:tabs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речевая компетенция (говорение и письмо);</w:t>
      </w:r>
    </w:p>
    <w:p w:rsidR="00C661F0" w:rsidRPr="00E36F02" w:rsidRDefault="00C661F0" w:rsidP="00E36F02">
      <w:pPr>
        <w:tabs>
          <w:tab w:val="num" w:pos="426"/>
          <w:tab w:val="num" w:pos="720"/>
        </w:tabs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языковая компетенция (совершенствование и расширение лексических и грамматических средств в соответствии с темой Проекта);</w:t>
      </w:r>
      <w:r w:rsidRPr="00E36F02">
        <w:rPr>
          <w:sz w:val="28"/>
          <w:szCs w:val="28"/>
        </w:rPr>
        <w:br/>
        <w:t>- социокультурная/межкультурная компетенция (приобщение к культуре, традициям, реалиям стран/страны изучаемого языка в рамках темы Проекта);</w:t>
      </w:r>
    </w:p>
    <w:p w:rsidR="00C661F0" w:rsidRPr="00E36F02" w:rsidRDefault="00C661F0" w:rsidP="00E36F02">
      <w:pPr>
        <w:tabs>
          <w:tab w:val="num" w:pos="426"/>
          <w:tab w:val="num" w:pos="720"/>
        </w:tabs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учебно-познавательная компетенция (развитие общих и специальных учебных умений, универсальных способов деятельности; ознакомление с доступными обучающимся способами и приемами самостоятельного изучения языков и культур, в том числе с использованием новых информационных технологий);</w:t>
      </w:r>
    </w:p>
    <w:p w:rsidR="00C661F0" w:rsidRPr="00E36F02" w:rsidRDefault="00C661F0" w:rsidP="00E36F02">
      <w:pPr>
        <w:tabs>
          <w:tab w:val="num" w:pos="426"/>
          <w:tab w:val="num" w:pos="720"/>
        </w:tabs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создание условий для развития стремления вести здоровый образ жизни;</w:t>
      </w:r>
    </w:p>
    <w:p w:rsidR="00C661F0" w:rsidRPr="00E36F02" w:rsidRDefault="00C661F0" w:rsidP="00E36F02">
      <w:pPr>
        <w:tabs>
          <w:tab w:val="num" w:pos="426"/>
          <w:tab w:val="num" w:pos="720"/>
        </w:tabs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создание условий для командной и личностной самореализации;</w:t>
      </w:r>
    </w:p>
    <w:p w:rsidR="00C661F0" w:rsidRPr="00E36F02" w:rsidRDefault="00C661F0" w:rsidP="00E36F02">
      <w:pPr>
        <w:tabs>
          <w:tab w:val="num" w:pos="426"/>
          <w:tab w:val="num" w:pos="720"/>
        </w:tabs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создание условий для развития навыков самостоятельной работы.</w:t>
      </w:r>
    </w:p>
    <w:p w:rsidR="00C661F0" w:rsidRPr="00E36F02" w:rsidRDefault="00C661F0" w:rsidP="00E36F02">
      <w:pPr>
        <w:ind w:firstLine="720"/>
        <w:jc w:val="center"/>
        <w:rPr>
          <w:sz w:val="28"/>
          <w:szCs w:val="28"/>
        </w:rPr>
      </w:pPr>
    </w:p>
    <w:p w:rsidR="00C661F0" w:rsidRPr="000B3B3B" w:rsidRDefault="00C661F0" w:rsidP="00E36F02">
      <w:pPr>
        <w:jc w:val="center"/>
        <w:outlineLvl w:val="0"/>
        <w:rPr>
          <w:b/>
          <w:bCs/>
          <w:sz w:val="28"/>
          <w:szCs w:val="28"/>
        </w:rPr>
      </w:pPr>
      <w:r w:rsidRPr="000B3B3B">
        <w:rPr>
          <w:b/>
          <w:bCs/>
          <w:sz w:val="28"/>
          <w:szCs w:val="28"/>
        </w:rPr>
        <w:t>3. Порядок организации и проведения мероприятия.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3.1. Этапы проведения.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Регистрация: с 10.09.2015г. по 30.09.2015г.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1этап: «Лингвистическое многоборье» с 01.10.2015г. по 20.10.2015г.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Конкурсы на знание лексики по теме «Спорт. Здоровый образ жизни», истории спорта и олимпийского движения, творческие задания, направленные на пропаганду здорового образа жизни.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2этап: «Мы выбираем спорт!» с 21.10.2015г. по 21.11.2015г.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Творческий отчет на иностранном языке о проведенном спортивном мероприятии (видеорепортаж, видеоролик, презентация/фоторепортаж со звуковыми файлами).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Подведение итогов и награждение участников до 10.12.2014г.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3.2. Место проведения мероприятия.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Проект проводится дистанционно с использованием сети Интернет, задания и итоги размещаются на сайте МАОУ гимназии № 39 «Французская гимназия»: </w:t>
      </w:r>
      <w:hyperlink r:id="rId5" w:history="1">
        <w:r w:rsidRPr="00E36F02">
          <w:rPr>
            <w:rStyle w:val="Hyperlink"/>
            <w:sz w:val="28"/>
            <w:szCs w:val="28"/>
            <w:lang w:val="en-US"/>
          </w:rPr>
          <w:t>www</w:t>
        </w:r>
        <w:r w:rsidRPr="00E36F02">
          <w:rPr>
            <w:rStyle w:val="Hyperlink"/>
            <w:sz w:val="28"/>
            <w:szCs w:val="28"/>
          </w:rPr>
          <w:t>.</w:t>
        </w:r>
        <w:r w:rsidRPr="00E36F02">
          <w:rPr>
            <w:rStyle w:val="Hyperlink"/>
            <w:sz w:val="28"/>
            <w:szCs w:val="28"/>
            <w:lang w:val="en-US"/>
          </w:rPr>
          <w:t>ecole</w:t>
        </w:r>
        <w:r w:rsidRPr="00E36F02">
          <w:rPr>
            <w:rStyle w:val="Hyperlink"/>
            <w:sz w:val="28"/>
            <w:szCs w:val="28"/>
          </w:rPr>
          <w:t>39.</w:t>
        </w:r>
        <w:r w:rsidRPr="00E36F02">
          <w:rPr>
            <w:rStyle w:val="Hyperlink"/>
            <w:sz w:val="28"/>
            <w:szCs w:val="28"/>
            <w:lang w:val="en-US"/>
          </w:rPr>
          <w:t>ru</w:t>
        </w:r>
      </w:hyperlink>
      <w:r w:rsidRPr="00E36F02">
        <w:rPr>
          <w:sz w:val="28"/>
          <w:szCs w:val="28"/>
        </w:rPr>
        <w:t>.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3.3.Процедура подачи заявки и конкурсных материалов.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В Проекте принимают участие команды обучающихся, изучающих один из распространенных европейских языков (английский, немецкий, французский), в рамках двух возрастных категорий: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- 4-6 класс (уровень владения иностранным языком А1-А1+ согласно общеевропейской шкале)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 xml:space="preserve">- 7-11класс (уровень А2 - В1). 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Состав команд: от 5 до 10 человек.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Регистрация (заполнение электронной формы) осуществляется на сайте МАОУ гимназии №39 «Французская гимназия»: </w:t>
      </w:r>
      <w:hyperlink r:id="rId6" w:history="1">
        <w:r w:rsidRPr="00E36F02">
          <w:rPr>
            <w:rStyle w:val="Hyperlink"/>
            <w:sz w:val="28"/>
            <w:szCs w:val="28"/>
            <w:lang w:val="en-US"/>
          </w:rPr>
          <w:t>www</w:t>
        </w:r>
        <w:r w:rsidRPr="00E36F02">
          <w:rPr>
            <w:rStyle w:val="Hyperlink"/>
            <w:sz w:val="28"/>
            <w:szCs w:val="28"/>
          </w:rPr>
          <w:t>.</w:t>
        </w:r>
        <w:r w:rsidRPr="00E36F02">
          <w:rPr>
            <w:rStyle w:val="Hyperlink"/>
            <w:sz w:val="28"/>
            <w:szCs w:val="28"/>
            <w:lang w:val="en-US"/>
          </w:rPr>
          <w:t>ecole</w:t>
        </w:r>
        <w:r w:rsidRPr="00E36F02">
          <w:rPr>
            <w:rStyle w:val="Hyperlink"/>
            <w:sz w:val="28"/>
            <w:szCs w:val="28"/>
          </w:rPr>
          <w:t>39.</w:t>
        </w:r>
        <w:r w:rsidRPr="00E36F02">
          <w:rPr>
            <w:rStyle w:val="Hyperlink"/>
            <w:sz w:val="28"/>
            <w:szCs w:val="28"/>
            <w:lang w:val="en-US"/>
          </w:rPr>
          <w:t>ru</w:t>
        </w:r>
      </w:hyperlink>
      <w:r w:rsidRPr="00E36F02">
        <w:rPr>
          <w:sz w:val="28"/>
          <w:szCs w:val="28"/>
        </w:rPr>
        <w:t xml:space="preserve"> с 10 сентября по 30 сентября 2015г. Объявление о начале и порядке регистрации будет размещено на главной странице сайта за 1 день до начала регистрации.</w:t>
      </w:r>
    </w:p>
    <w:p w:rsidR="00C661F0" w:rsidRPr="00E36F02" w:rsidRDefault="00C661F0" w:rsidP="00E36F02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Все задания участники (авторизированные пользователи, т.е. прошедшие регистрацию) скачивают самостоятельно на сайте МАОУ гимназии №39 в соответствии со сроками проведения этапов. Объявления о размещении заданий и результатов публикуются на главной странице сайта Гимназии №39.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 xml:space="preserve">Участники выполняют полученные задания и отсылают результаты по электронной почте на адрес, который будет указан при регистрации. 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 xml:space="preserve">Письма оформляются следующим образом: тема: X_ZZZ, где X - номер этапа, ZZZ - номер команды. Все материалы отправляются в виде файлов-вложений, которые сохраняются под следующим именем: X_ZZZ, где X - номер этапа, ZZZ - номер команды (Например: 1_023). В течение 1-2 дней после отправки письма организаторы присылают подтверждение о получении. </w:t>
      </w:r>
    </w:p>
    <w:p w:rsidR="00C661F0" w:rsidRPr="000B3B3B" w:rsidRDefault="00C661F0" w:rsidP="00E36F02">
      <w:pPr>
        <w:ind w:firstLine="720"/>
        <w:jc w:val="both"/>
        <w:rPr>
          <w:b/>
          <w:bCs/>
          <w:sz w:val="28"/>
          <w:szCs w:val="28"/>
        </w:rPr>
      </w:pPr>
    </w:p>
    <w:p w:rsidR="00C661F0" w:rsidRPr="000B3B3B" w:rsidRDefault="00C661F0" w:rsidP="00E36F02">
      <w:pPr>
        <w:jc w:val="center"/>
        <w:outlineLvl w:val="0"/>
        <w:rPr>
          <w:b/>
          <w:bCs/>
          <w:sz w:val="28"/>
          <w:szCs w:val="28"/>
        </w:rPr>
      </w:pPr>
      <w:r w:rsidRPr="000B3B3B">
        <w:rPr>
          <w:b/>
          <w:bCs/>
          <w:sz w:val="28"/>
          <w:szCs w:val="28"/>
        </w:rPr>
        <w:t>4. Критерии оценки</w:t>
      </w:r>
    </w:p>
    <w:p w:rsidR="00C661F0" w:rsidRPr="00E36F02" w:rsidRDefault="00C661F0" w:rsidP="00E36F02">
      <w:pPr>
        <w:jc w:val="center"/>
        <w:rPr>
          <w:sz w:val="28"/>
          <w:szCs w:val="28"/>
        </w:rPr>
      </w:pPr>
      <w:r w:rsidRPr="00E36F02">
        <w:rPr>
          <w:sz w:val="28"/>
          <w:szCs w:val="28"/>
        </w:rPr>
        <w:t>(требования к работам и выступлениям участников).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4.1. Содержание, объем и технические требования к оформлению материалов. 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Материалы отправляются в электронном виде в соответствии с требованиями, указанными в заданиях (форматы: </w:t>
      </w:r>
      <w:r w:rsidRPr="00E36F02">
        <w:rPr>
          <w:sz w:val="28"/>
          <w:szCs w:val="28"/>
          <w:lang w:val="en-US"/>
        </w:rPr>
        <w:t>Word</w:t>
      </w:r>
      <w:r w:rsidRPr="00E36F02">
        <w:rPr>
          <w:sz w:val="28"/>
          <w:szCs w:val="28"/>
        </w:rPr>
        <w:t xml:space="preserve">, </w:t>
      </w:r>
      <w:r w:rsidRPr="00E36F02">
        <w:rPr>
          <w:sz w:val="28"/>
          <w:szCs w:val="28"/>
          <w:lang w:val="en-US"/>
        </w:rPr>
        <w:t>Excel</w:t>
      </w:r>
      <w:r w:rsidRPr="00E36F02">
        <w:rPr>
          <w:sz w:val="28"/>
          <w:szCs w:val="28"/>
        </w:rPr>
        <w:t xml:space="preserve">, </w:t>
      </w:r>
      <w:r w:rsidRPr="00E36F02">
        <w:rPr>
          <w:sz w:val="28"/>
          <w:szCs w:val="28"/>
          <w:lang w:val="en-US"/>
        </w:rPr>
        <w:t>PowerPoint</w:t>
      </w:r>
      <w:r w:rsidRPr="00E36F02">
        <w:rPr>
          <w:sz w:val="28"/>
          <w:szCs w:val="28"/>
        </w:rPr>
        <w:t xml:space="preserve">, </w:t>
      </w:r>
      <w:r w:rsidRPr="00E36F02">
        <w:rPr>
          <w:sz w:val="28"/>
          <w:szCs w:val="28"/>
          <w:lang w:val="en-US"/>
        </w:rPr>
        <w:t>Avi</w:t>
      </w:r>
      <w:r w:rsidRPr="00E36F02">
        <w:rPr>
          <w:sz w:val="28"/>
          <w:szCs w:val="28"/>
        </w:rPr>
        <w:t xml:space="preserve">, </w:t>
      </w:r>
      <w:r w:rsidRPr="00E36F02">
        <w:rPr>
          <w:sz w:val="28"/>
          <w:szCs w:val="28"/>
          <w:lang w:val="en-US"/>
        </w:rPr>
        <w:t>MP</w:t>
      </w:r>
      <w:r w:rsidRPr="00E36F02">
        <w:rPr>
          <w:sz w:val="28"/>
          <w:szCs w:val="28"/>
        </w:rPr>
        <w:t xml:space="preserve">4). 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4.2. Параметры оценки работ и выступлений.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 xml:space="preserve">Критерии оценивания уточняются перед каждым этапом. 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 xml:space="preserve">При оценивании работ учитывается: 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соблюдение условий заданий,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уровень владения иностранным языком,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уровень владения ИКТ,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эрудированность в данной области,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творческий подход, оригинальность работ.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</w:p>
    <w:p w:rsidR="00C661F0" w:rsidRPr="000B3B3B" w:rsidRDefault="00C661F0" w:rsidP="00E36F02">
      <w:pPr>
        <w:jc w:val="center"/>
        <w:outlineLvl w:val="0"/>
        <w:rPr>
          <w:b/>
          <w:bCs/>
          <w:sz w:val="28"/>
          <w:szCs w:val="28"/>
        </w:rPr>
      </w:pPr>
      <w:r w:rsidRPr="000B3B3B">
        <w:rPr>
          <w:b/>
          <w:bCs/>
          <w:sz w:val="28"/>
          <w:szCs w:val="28"/>
        </w:rPr>
        <w:t>5. Оргкомитет и Экспертный совет.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5.1. Состав и обязанности Оргкомитета.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В состав оргкомитета входят преподаватели иностранных языков и физкультуры МАОУ гимназии №39.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Оргкомитет конкурса является основным координирующим органом по подготовке и проведению конкурса. Оргкомитет: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определяет и корректирует сроки проведения Проекта;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составляет задания и определяет критерии оценивания;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определяет порядок регистрации участников и состав Экспертного Совета;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обеспечивает проведение Проекта и награждение победителей и призеров;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ведет необходимую документацию;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представляет аналитические материалы по итогам Проекта;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- оказывает необходимую организационную и методическую поддержку ОУ.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5.2. Состав и обязанности Экспертного совета. 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 В состав экспертного совета входят преподаватели иностранных языков (французского, английского, немецкого) и физкультуры первой и высшей квалификационных категорий образовательных учреждений города Екатеринбурга, преподаватели иностранных языков Института иностранных языков УрГПУ и УрФУ.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Экспертный совет: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является основным аттестационным органом Проекта;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организует оценку конкурсных заданий;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подводит итоги Проекта;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- ведет необходимую документацию.</w:t>
      </w:r>
    </w:p>
    <w:p w:rsidR="00C661F0" w:rsidRPr="000B3B3B" w:rsidRDefault="00C661F0" w:rsidP="00E36F02">
      <w:pPr>
        <w:ind w:firstLine="720"/>
        <w:jc w:val="both"/>
        <w:rPr>
          <w:b/>
          <w:bCs/>
          <w:sz w:val="28"/>
          <w:szCs w:val="28"/>
        </w:rPr>
      </w:pPr>
    </w:p>
    <w:p w:rsidR="00C661F0" w:rsidRPr="000B3B3B" w:rsidRDefault="00C661F0" w:rsidP="00E36F02">
      <w:pPr>
        <w:jc w:val="center"/>
        <w:outlineLvl w:val="0"/>
        <w:rPr>
          <w:b/>
          <w:bCs/>
          <w:sz w:val="28"/>
          <w:szCs w:val="28"/>
        </w:rPr>
      </w:pPr>
      <w:r w:rsidRPr="000B3B3B">
        <w:rPr>
          <w:b/>
          <w:bCs/>
          <w:sz w:val="28"/>
          <w:szCs w:val="28"/>
        </w:rPr>
        <w:t>6. Подведение итогов Проекта.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6.1. Способ определения победителей и призеров.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  <w:highlight w:val="yellow"/>
        </w:rPr>
      </w:pPr>
      <w:r w:rsidRPr="00E36F02">
        <w:rPr>
          <w:sz w:val="28"/>
          <w:szCs w:val="28"/>
        </w:rPr>
        <w:t>Победители и призеры определяются суммированием баллов каждого члена Экспертного совета, согласно объявленным критериям, по итогам выполнения заданий этапов Проекта.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6.2. Формы и степени награждения участников.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  <w:highlight w:val="yellow"/>
        </w:rPr>
      </w:pPr>
      <w:r w:rsidRPr="00E36F02">
        <w:rPr>
          <w:sz w:val="28"/>
          <w:szCs w:val="28"/>
        </w:rPr>
        <w:t>Команды-победители и команды-призеры награждаются дипломами и памятными подарками. Команды, получившие номинации за владение иностранным языком, за эрудицию в области спорта и за оригинальный и творческий подход к выполнению заданий, будут награждены грамотами. Остальные участники получают сертификаты об участии.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6.3. Формы и основания награждения руководителей победителей и призеров.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Руководители победителей и призеров получают грамоты. Образовательные учреждения, предоставившие наибольшее количество команд, получают благодарственные письма за активное участие в Проекте.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6.4. Перечень мероприятий, участниками которых могут стать победители данного мероприятия.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Участники данного Проекта могут представлять свои работы на конкурсы по иностранным языкам различного уровня, использовать при подготовке к итоговой аттестации, публиковать в интернет-сообществах, блогах и т.п.               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6.5 Результаты этапов и конечного итога Проекта доводятся до сведения участников по мере прохождения конкурсов, итоги и творческие работы выкладываются на сайте МАОУ гимназии № 39 </w:t>
      </w:r>
      <w:hyperlink r:id="rId7" w:history="1">
        <w:r w:rsidRPr="00E36F02">
          <w:rPr>
            <w:rStyle w:val="Hyperlink"/>
            <w:sz w:val="28"/>
            <w:szCs w:val="28"/>
          </w:rPr>
          <w:t>www.ecole39.ru</w:t>
        </w:r>
      </w:hyperlink>
      <w:r w:rsidRPr="00E36F02">
        <w:rPr>
          <w:sz w:val="28"/>
          <w:szCs w:val="28"/>
        </w:rPr>
        <w:t xml:space="preserve"> в соответствующем разделе.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6.6. Апелляция по итогам проведения мероприятия не предусмотрена. </w:t>
      </w:r>
    </w:p>
    <w:p w:rsidR="00C661F0" w:rsidRPr="000B3B3B" w:rsidRDefault="00C661F0" w:rsidP="00E36F02">
      <w:pPr>
        <w:ind w:firstLine="720"/>
        <w:jc w:val="both"/>
        <w:rPr>
          <w:b/>
          <w:bCs/>
          <w:sz w:val="28"/>
          <w:szCs w:val="28"/>
        </w:rPr>
      </w:pPr>
    </w:p>
    <w:p w:rsidR="00C661F0" w:rsidRPr="000B3B3B" w:rsidRDefault="00C661F0" w:rsidP="00E36F02">
      <w:pPr>
        <w:jc w:val="center"/>
        <w:outlineLvl w:val="0"/>
        <w:rPr>
          <w:b/>
          <w:bCs/>
          <w:sz w:val="28"/>
          <w:szCs w:val="28"/>
        </w:rPr>
      </w:pPr>
      <w:r w:rsidRPr="000B3B3B">
        <w:rPr>
          <w:b/>
          <w:bCs/>
          <w:sz w:val="28"/>
          <w:szCs w:val="28"/>
        </w:rPr>
        <w:t>7. Финансирование.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>7.1. Финансирование Проекта осуществляется за счет субсидий, выделенных на проведение общегородских мероприятий муниципальным автономными и бюджетными учреждениями, учредителем которых является Управление образования Администрации города Екатеринбурга согласно п. 3.2. Ведомственной целевой программы «Модернизация системы общего образования в условиях введения федеральных государственных образовательных стандартов» на 2015 год, собственных средств образовательного учреждения.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</w:p>
    <w:p w:rsidR="00C661F0" w:rsidRPr="000B3B3B" w:rsidRDefault="00C661F0" w:rsidP="00E36F02">
      <w:pPr>
        <w:jc w:val="center"/>
        <w:rPr>
          <w:b/>
          <w:bCs/>
          <w:sz w:val="28"/>
          <w:szCs w:val="28"/>
        </w:rPr>
      </w:pPr>
      <w:r w:rsidRPr="000B3B3B">
        <w:rPr>
          <w:b/>
          <w:bCs/>
          <w:sz w:val="28"/>
          <w:szCs w:val="28"/>
        </w:rPr>
        <w:t>8. Данные об организаторах мероприятия</w:t>
      </w:r>
    </w:p>
    <w:p w:rsidR="00C661F0" w:rsidRPr="00E36F02" w:rsidRDefault="00C661F0" w:rsidP="00E36F02">
      <w:pPr>
        <w:pStyle w:val="NoSpacing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 xml:space="preserve">8.1. МАОУ гимназия № 39 «Французская гимназия» 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620144 г. Екатеринбург, ул. Авиационная, д.18</w:t>
      </w:r>
    </w:p>
    <w:p w:rsidR="00C661F0" w:rsidRPr="00E36F02" w:rsidRDefault="00C661F0" w:rsidP="00E36F0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Тел: +7(343) 300 61 24; е-</w:t>
      </w:r>
      <w:r w:rsidRPr="00E36F02">
        <w:rPr>
          <w:rFonts w:ascii="Times New Roman" w:hAnsi="Times New Roman" w:cs="Times New Roman"/>
          <w:sz w:val="28"/>
          <w:szCs w:val="28"/>
          <w:lang w:val="fr-FR"/>
        </w:rPr>
        <w:t>mail</w:t>
      </w:r>
      <w:r w:rsidRPr="00E36F02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E36F02">
          <w:rPr>
            <w:rStyle w:val="Hyperlink"/>
            <w:rFonts w:ascii="Times New Roman" w:hAnsi="Times New Roman" w:cs="Times New Roman"/>
            <w:sz w:val="28"/>
            <w:szCs w:val="28"/>
            <w:lang w:val="fr-FR"/>
          </w:rPr>
          <w:t>fr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</w:rPr>
          <w:t>_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  <w:lang w:val="fr-FR"/>
          </w:rPr>
          <w:t>ecole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</w:rPr>
          <w:t>@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  <w:lang w:val="fr-FR"/>
          </w:rPr>
          <w:t>mail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  <w:lang w:val="fr-FR"/>
          </w:rPr>
          <w:t>ru</w:t>
        </w:r>
      </w:hyperlink>
    </w:p>
    <w:p w:rsidR="00C661F0" w:rsidRPr="00E36F02" w:rsidRDefault="00C661F0" w:rsidP="00E36F0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Директор: Стихина Наталья Николаевна.</w:t>
      </w:r>
    </w:p>
    <w:p w:rsidR="00C661F0" w:rsidRPr="00E36F02" w:rsidRDefault="00C661F0" w:rsidP="00E36F02">
      <w:pPr>
        <w:pStyle w:val="NoSpacing"/>
        <w:ind w:firstLine="720"/>
        <w:outlineLvl w:val="0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 xml:space="preserve">8.2. Ответственные за проведение мероприятия: 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>Велижанина Виктория Станиславовна, заместитель директора по иностранным языкам, учитель французского и английского языков высшей категории,  тел. +7(343)300-61-24 (доб.106), +7(343)260-38-99, е-</w:t>
      </w:r>
      <w:r w:rsidRPr="00E36F02">
        <w:rPr>
          <w:rFonts w:ascii="Times New Roman" w:hAnsi="Times New Roman" w:cs="Times New Roman"/>
          <w:sz w:val="28"/>
          <w:szCs w:val="28"/>
          <w:lang w:val="fr-FR"/>
        </w:rPr>
        <w:t>mail</w:t>
      </w:r>
      <w:r w:rsidRPr="00E36F02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E36F02">
          <w:rPr>
            <w:rStyle w:val="Hyperlink"/>
            <w:rFonts w:ascii="Times New Roman" w:hAnsi="Times New Roman" w:cs="Times New Roman"/>
            <w:sz w:val="28"/>
            <w:szCs w:val="28"/>
            <w:lang w:val="fr-FR"/>
          </w:rPr>
          <w:t>victoriavel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</w:rPr>
          <w:t>@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  <w:lang w:val="fr-FR"/>
          </w:rPr>
          <w:t>mail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  <w:lang w:val="fr-FR"/>
          </w:rPr>
          <w:t>ru</w:t>
        </w:r>
      </w:hyperlink>
      <w:r w:rsidRPr="00E36F0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661F0" w:rsidRPr="00E36F02" w:rsidRDefault="00C661F0" w:rsidP="00E36F02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F02">
        <w:rPr>
          <w:rFonts w:ascii="Times New Roman" w:hAnsi="Times New Roman" w:cs="Times New Roman"/>
          <w:sz w:val="28"/>
          <w:szCs w:val="28"/>
        </w:rPr>
        <w:t xml:space="preserve">Шубина Зоя Брониславовна, учитель французского и немецкого языков высшей категории, заведующая кафедрой иностранных языков, +7(343)260-38- 99, </w:t>
      </w:r>
      <w:r w:rsidRPr="00E36F0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36F02">
        <w:rPr>
          <w:rFonts w:ascii="Times New Roman" w:hAnsi="Times New Roman" w:cs="Times New Roman"/>
          <w:sz w:val="28"/>
          <w:szCs w:val="28"/>
        </w:rPr>
        <w:t>-</w:t>
      </w:r>
      <w:r w:rsidRPr="00E36F0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36F02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E36F02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zbchoubina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</w:rPr>
          <w:t>@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E36F02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36F02">
        <w:rPr>
          <w:rFonts w:ascii="Times New Roman" w:hAnsi="Times New Roman" w:cs="Times New Roman"/>
          <w:sz w:val="28"/>
          <w:szCs w:val="28"/>
        </w:rPr>
        <w:t>,</w:t>
      </w:r>
    </w:p>
    <w:p w:rsidR="00C661F0" w:rsidRPr="00E36F02" w:rsidRDefault="00C661F0" w:rsidP="00E36F02">
      <w:pPr>
        <w:ind w:firstLine="720"/>
        <w:jc w:val="both"/>
        <w:rPr>
          <w:sz w:val="28"/>
          <w:szCs w:val="28"/>
        </w:rPr>
      </w:pPr>
      <w:r w:rsidRPr="00E36F02">
        <w:rPr>
          <w:sz w:val="28"/>
          <w:szCs w:val="28"/>
        </w:rPr>
        <w:t xml:space="preserve">Глухова Анна Александровна, учитель французского языка первой категории, </w:t>
      </w:r>
      <w:bookmarkStart w:id="0" w:name="_GoBack"/>
      <w:bookmarkEnd w:id="0"/>
      <w:r w:rsidRPr="00E36F02">
        <w:rPr>
          <w:sz w:val="28"/>
          <w:szCs w:val="28"/>
          <w:lang w:val="en-US"/>
        </w:rPr>
        <w:t>e</w:t>
      </w:r>
      <w:r w:rsidRPr="00E36F02">
        <w:rPr>
          <w:sz w:val="28"/>
          <w:szCs w:val="28"/>
        </w:rPr>
        <w:t>-</w:t>
      </w:r>
      <w:r w:rsidRPr="00E36F02">
        <w:rPr>
          <w:sz w:val="28"/>
          <w:szCs w:val="28"/>
          <w:lang w:val="en-US"/>
        </w:rPr>
        <w:t>mail</w:t>
      </w:r>
      <w:r w:rsidRPr="00E36F02">
        <w:rPr>
          <w:sz w:val="28"/>
          <w:szCs w:val="28"/>
        </w:rPr>
        <w:t xml:space="preserve">: </w:t>
      </w:r>
      <w:r w:rsidRPr="00E36F02">
        <w:rPr>
          <w:sz w:val="28"/>
          <w:szCs w:val="28"/>
          <w:lang w:val="en-US"/>
        </w:rPr>
        <w:t>glukhova</w:t>
      </w:r>
      <w:r w:rsidRPr="00E36F02">
        <w:rPr>
          <w:sz w:val="28"/>
          <w:szCs w:val="28"/>
        </w:rPr>
        <w:t>.</w:t>
      </w:r>
      <w:r w:rsidRPr="00E36F02">
        <w:rPr>
          <w:sz w:val="28"/>
          <w:szCs w:val="28"/>
          <w:lang w:val="en-US"/>
        </w:rPr>
        <w:t>anna</w:t>
      </w:r>
      <w:r w:rsidRPr="00E36F02">
        <w:rPr>
          <w:sz w:val="28"/>
          <w:szCs w:val="28"/>
        </w:rPr>
        <w:t>@</w:t>
      </w:r>
      <w:r w:rsidRPr="00E36F02">
        <w:rPr>
          <w:sz w:val="28"/>
          <w:szCs w:val="28"/>
          <w:lang w:val="en-US"/>
        </w:rPr>
        <w:t>inbox</w:t>
      </w:r>
      <w:r w:rsidRPr="00E36F02">
        <w:rPr>
          <w:sz w:val="28"/>
          <w:szCs w:val="28"/>
        </w:rPr>
        <w:t>.</w:t>
      </w:r>
      <w:r w:rsidRPr="00E36F02">
        <w:rPr>
          <w:sz w:val="28"/>
          <w:szCs w:val="28"/>
          <w:lang w:val="en-US"/>
        </w:rPr>
        <w:t>ru</w:t>
      </w:r>
      <w:r w:rsidRPr="00E36F02">
        <w:rPr>
          <w:sz w:val="28"/>
          <w:szCs w:val="28"/>
        </w:rPr>
        <w:t>.</w:t>
      </w:r>
    </w:p>
    <w:p w:rsidR="00C661F0" w:rsidRPr="00E36F02" w:rsidRDefault="00C661F0" w:rsidP="00E36F02">
      <w:pPr>
        <w:rPr>
          <w:sz w:val="28"/>
          <w:szCs w:val="28"/>
        </w:rPr>
      </w:pPr>
    </w:p>
    <w:sectPr w:rsidR="00C661F0" w:rsidRPr="00E36F02" w:rsidSect="000B3B3B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F365D"/>
    <w:multiLevelType w:val="hybridMultilevel"/>
    <w:tmpl w:val="AE9C41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1B676D5"/>
    <w:multiLevelType w:val="hybridMultilevel"/>
    <w:tmpl w:val="4D0EAA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6632465"/>
    <w:multiLevelType w:val="hybridMultilevel"/>
    <w:tmpl w:val="C8B45BE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698613F5"/>
    <w:multiLevelType w:val="multilevel"/>
    <w:tmpl w:val="A0CC4F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F7D3B8E"/>
    <w:multiLevelType w:val="hybridMultilevel"/>
    <w:tmpl w:val="CA50E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1B8"/>
    <w:rsid w:val="000B3B3B"/>
    <w:rsid w:val="000F73B1"/>
    <w:rsid w:val="00124FE6"/>
    <w:rsid w:val="00187A54"/>
    <w:rsid w:val="001A36BD"/>
    <w:rsid w:val="001A7E3C"/>
    <w:rsid w:val="001F72B8"/>
    <w:rsid w:val="0026213D"/>
    <w:rsid w:val="002B0648"/>
    <w:rsid w:val="003044BB"/>
    <w:rsid w:val="0033195C"/>
    <w:rsid w:val="003444D2"/>
    <w:rsid w:val="00353FE1"/>
    <w:rsid w:val="00373DD6"/>
    <w:rsid w:val="003765E5"/>
    <w:rsid w:val="003A4798"/>
    <w:rsid w:val="003A5162"/>
    <w:rsid w:val="003D30A7"/>
    <w:rsid w:val="003D55CC"/>
    <w:rsid w:val="0041276D"/>
    <w:rsid w:val="004539AE"/>
    <w:rsid w:val="0048522E"/>
    <w:rsid w:val="00493892"/>
    <w:rsid w:val="00561907"/>
    <w:rsid w:val="005C3CDB"/>
    <w:rsid w:val="005D749B"/>
    <w:rsid w:val="00601732"/>
    <w:rsid w:val="00631804"/>
    <w:rsid w:val="006506C2"/>
    <w:rsid w:val="006A69D3"/>
    <w:rsid w:val="006F4189"/>
    <w:rsid w:val="00747A39"/>
    <w:rsid w:val="00755C7C"/>
    <w:rsid w:val="007B31B8"/>
    <w:rsid w:val="007D15DE"/>
    <w:rsid w:val="00827461"/>
    <w:rsid w:val="00836671"/>
    <w:rsid w:val="00843F80"/>
    <w:rsid w:val="008563F4"/>
    <w:rsid w:val="008B5F11"/>
    <w:rsid w:val="008C51F0"/>
    <w:rsid w:val="00922F53"/>
    <w:rsid w:val="00940999"/>
    <w:rsid w:val="0095019C"/>
    <w:rsid w:val="00A25A8E"/>
    <w:rsid w:val="00A41AE4"/>
    <w:rsid w:val="00A719F6"/>
    <w:rsid w:val="00AA4FEC"/>
    <w:rsid w:val="00AA66E0"/>
    <w:rsid w:val="00AD2B49"/>
    <w:rsid w:val="00C53C31"/>
    <w:rsid w:val="00C661F0"/>
    <w:rsid w:val="00CC1E85"/>
    <w:rsid w:val="00CE6CD9"/>
    <w:rsid w:val="00D20F09"/>
    <w:rsid w:val="00D6554E"/>
    <w:rsid w:val="00DF2590"/>
    <w:rsid w:val="00E104D5"/>
    <w:rsid w:val="00E36F02"/>
    <w:rsid w:val="00F25221"/>
    <w:rsid w:val="00FA7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1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8B5F11"/>
    <w:rPr>
      <w:b/>
      <w:bCs/>
    </w:rPr>
  </w:style>
  <w:style w:type="paragraph" w:styleId="ListParagraph">
    <w:name w:val="List Paragraph"/>
    <w:basedOn w:val="Normal"/>
    <w:uiPriority w:val="99"/>
    <w:qFormat/>
    <w:rsid w:val="00353F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493892"/>
    <w:rPr>
      <w:color w:val="0000FF"/>
      <w:u w:val="single"/>
    </w:rPr>
  </w:style>
  <w:style w:type="paragraph" w:styleId="NoSpacing">
    <w:name w:val="No Spacing"/>
    <w:uiPriority w:val="99"/>
    <w:qFormat/>
    <w:rsid w:val="00493892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62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_ecole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cole39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le39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cole39.ru" TargetMode="External"/><Relationship Id="rId10" Type="http://schemas.openxmlformats.org/officeDocument/2006/relationships/hyperlink" Target="mailto:zbchoubin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ictoriavel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271</TotalTime>
  <Pages>5</Pages>
  <Words>1410</Words>
  <Characters>8041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1</cp:lastModifiedBy>
  <cp:revision>33</cp:revision>
  <dcterms:created xsi:type="dcterms:W3CDTF">2015-06-09T09:36:00Z</dcterms:created>
  <dcterms:modified xsi:type="dcterms:W3CDTF">2015-09-28T06:24:00Z</dcterms:modified>
</cp:coreProperties>
</file>